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C" w:rsidRDefault="0029204C">
      <w:r>
        <w:t>FIX</w:t>
      </w:r>
      <w:r>
        <w:rPr>
          <w:rFonts w:hint="eastAsia"/>
        </w:rPr>
        <w:t>字幕侠创立于</w:t>
      </w:r>
      <w:r>
        <w:t>2015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日，现已拥有英美社，韩影社，德语社，日语社及法语社。现各社广招人才，如果你有相应的能力及足够的责任心，对于字幕制作怀有兴趣，请加入我们。</w:t>
      </w:r>
      <w:r>
        <w:t>We need you!!!</w:t>
      </w:r>
    </w:p>
    <w:p w:rsidR="0029204C" w:rsidRDefault="0029204C">
      <w:r>
        <w:rPr>
          <w:rFonts w:hint="eastAsia"/>
        </w:rPr>
        <w:t>招聘人员及相应要求：</w:t>
      </w:r>
    </w:p>
    <w:p w:rsidR="0029204C" w:rsidRDefault="0029204C">
      <w:r>
        <w:t xml:space="preserve">0. </w:t>
      </w:r>
      <w:r>
        <w:rPr>
          <w:rFonts w:hint="eastAsia"/>
        </w:rPr>
        <w:t>总则：我们不需要三分钟热度的人，字幕制作并非是图一时之快，而需要责任心与耐心。</w:t>
      </w:r>
    </w:p>
    <w:p w:rsidR="0029204C" w:rsidRDefault="0029204C" w:rsidP="004538B6">
      <w:r>
        <w:t xml:space="preserve">1. </w:t>
      </w:r>
      <w:r>
        <w:rPr>
          <w:rFonts w:hint="eastAsia"/>
        </w:rPr>
        <w:t>翻译：</w:t>
      </w:r>
    </w:p>
    <w:p w:rsidR="0029204C" w:rsidRDefault="0029204C" w:rsidP="000000C9">
      <w:pPr>
        <w:ind w:firstLineChars="100" w:firstLine="31680"/>
      </w:pPr>
      <w:r w:rsidRPr="004538B6">
        <w:rPr>
          <w:rFonts w:hint="eastAsia"/>
        </w:rPr>
        <w:t>①</w:t>
      </w:r>
      <w:r>
        <w:t xml:space="preserve"> </w:t>
      </w:r>
      <w:r>
        <w:rPr>
          <w:rFonts w:hint="eastAsia"/>
        </w:rPr>
        <w:t>无硬性证书或语言考试成绩要求，有能力者均可。</w:t>
      </w:r>
    </w:p>
    <w:p w:rsidR="0029204C" w:rsidRDefault="0029204C" w:rsidP="00100132">
      <w:pPr>
        <w:pStyle w:val="ListParagraph"/>
        <w:numPr>
          <w:ilvl w:val="0"/>
          <w:numId w:val="4"/>
        </w:numPr>
        <w:ind w:firstLineChars="0"/>
      </w:pPr>
      <w:r w:rsidRPr="00100132">
        <w:rPr>
          <w:rFonts w:hint="eastAsia"/>
        </w:rPr>
        <w:t>英语翻译：有较好的英译汉翻译能力或听译能力，同时要有良好的汉语组织和表达水平</w:t>
      </w:r>
      <w:r>
        <w:rPr>
          <w:rFonts w:hint="eastAsia"/>
        </w:rPr>
        <w:t>。</w:t>
      </w:r>
    </w:p>
    <w:p w:rsidR="0029204C" w:rsidRDefault="0029204C" w:rsidP="007D49E7">
      <w:pPr>
        <w:pStyle w:val="ListParagraph"/>
        <w:numPr>
          <w:ilvl w:val="0"/>
          <w:numId w:val="4"/>
        </w:numPr>
        <w:ind w:firstLineChars="0"/>
      </w:pPr>
      <w:r>
        <w:rPr>
          <w:rFonts w:hint="eastAsia"/>
        </w:rPr>
        <w:t>德语翻译：</w:t>
      </w:r>
      <w:r w:rsidRPr="007D49E7">
        <w:rPr>
          <w:rFonts w:hint="eastAsia"/>
        </w:rPr>
        <w:t>有良好的责任意识，学习德语至少三年以上，同时要有良好的汉语组织和表达水平。</w:t>
      </w:r>
    </w:p>
    <w:p w:rsidR="0029204C" w:rsidRDefault="0029204C" w:rsidP="007D49E7">
      <w:pPr>
        <w:pStyle w:val="ListParagraph"/>
        <w:numPr>
          <w:ilvl w:val="0"/>
          <w:numId w:val="4"/>
        </w:numPr>
        <w:ind w:firstLineChars="0"/>
      </w:pPr>
      <w:r>
        <w:rPr>
          <w:rFonts w:hint="eastAsia"/>
        </w:rPr>
        <w:t>韩语翻译：</w:t>
      </w:r>
      <w:r w:rsidRPr="007D49E7">
        <w:rPr>
          <w:rFonts w:hint="eastAsia"/>
        </w:rPr>
        <w:t>有良好的责任意识，有较好的韩译汉翻译能力与听译能力，同时要有良好的汉语组织和表达水平</w:t>
      </w:r>
      <w:r>
        <w:rPr>
          <w:rFonts w:hint="eastAsia"/>
        </w:rPr>
        <w:t>。</w:t>
      </w:r>
    </w:p>
    <w:p w:rsidR="0029204C" w:rsidRDefault="0029204C" w:rsidP="007D49E7">
      <w:pPr>
        <w:pStyle w:val="ListParagraph"/>
        <w:numPr>
          <w:ilvl w:val="0"/>
          <w:numId w:val="4"/>
        </w:numPr>
        <w:ind w:firstLineChars="0"/>
      </w:pPr>
      <w:r>
        <w:rPr>
          <w:rFonts w:hint="eastAsia"/>
        </w:rPr>
        <w:t>日语翻译：</w:t>
      </w:r>
      <w:r w:rsidRPr="007D49E7">
        <w:rPr>
          <w:rFonts w:hint="eastAsia"/>
        </w:rPr>
        <w:t>有良好的责任意识，日语</w:t>
      </w:r>
      <w:r w:rsidRPr="007D49E7">
        <w:t>N1</w:t>
      </w:r>
      <w:r w:rsidRPr="007D49E7">
        <w:rPr>
          <w:rFonts w:hint="eastAsia"/>
        </w:rPr>
        <w:t>或具有同等水平，有较好的日语翻译与听译能力，同时要有良好的汉语组织和表达水平</w:t>
      </w:r>
      <w:r>
        <w:rPr>
          <w:rFonts w:hint="eastAsia"/>
        </w:rPr>
        <w:t>。</w:t>
      </w:r>
    </w:p>
    <w:p w:rsidR="0029204C" w:rsidRDefault="0029204C" w:rsidP="007D49E7">
      <w:pPr>
        <w:pStyle w:val="ListParagraph"/>
        <w:numPr>
          <w:ilvl w:val="0"/>
          <w:numId w:val="4"/>
        </w:numPr>
        <w:ind w:firstLineChars="0"/>
      </w:pPr>
      <w:r>
        <w:rPr>
          <w:rFonts w:hint="eastAsia"/>
        </w:rPr>
        <w:t>法语翻译：</w:t>
      </w:r>
      <w:r w:rsidRPr="007D49E7">
        <w:rPr>
          <w:rFonts w:hint="eastAsia"/>
        </w:rPr>
        <w:t>要求：有良好的责任意识，有较好的法语翻译与听译能力，同时要有良好的汉语组织和表达水平</w:t>
      </w:r>
      <w:r>
        <w:rPr>
          <w:rFonts w:hint="eastAsia"/>
        </w:rPr>
        <w:t>。</w:t>
      </w:r>
    </w:p>
    <w:p w:rsidR="0029204C" w:rsidRDefault="0029204C" w:rsidP="000000C9">
      <w:pPr>
        <w:ind w:firstLineChars="100" w:firstLine="31680"/>
      </w:pPr>
      <w:r w:rsidRPr="004538B6">
        <w:rPr>
          <w:rFonts w:hint="eastAsia"/>
        </w:rPr>
        <w:t>②</w:t>
      </w:r>
      <w:r>
        <w:rPr>
          <w:rFonts w:hint="eastAsia"/>
        </w:rPr>
        <w:t>具备相对固定的空余时间，能长期保证参与翻译，</w:t>
      </w:r>
      <w:r w:rsidRPr="00100132">
        <w:rPr>
          <w:rFonts w:hint="eastAsia"/>
        </w:rPr>
        <w:t>能保质保量地按时完成字幕翻译</w:t>
      </w:r>
    </w:p>
    <w:p w:rsidR="0029204C" w:rsidRDefault="0029204C" w:rsidP="000000C9">
      <w:pPr>
        <w:ind w:firstLineChars="100" w:firstLine="31680"/>
      </w:pPr>
      <w:r w:rsidRPr="00100132">
        <w:rPr>
          <w:rFonts w:hint="eastAsia"/>
        </w:rPr>
        <w:t>（每周至少有</w:t>
      </w:r>
      <w:r w:rsidRPr="00100132">
        <w:t>2</w:t>
      </w:r>
      <w:r w:rsidRPr="00100132">
        <w:rPr>
          <w:rFonts w:hint="eastAsia"/>
        </w:rPr>
        <w:t>天以上的下午或晚上有空，不含周末）</w:t>
      </w:r>
    </w:p>
    <w:p w:rsidR="0029204C" w:rsidRDefault="0029204C" w:rsidP="007957AF">
      <w:r>
        <w:t xml:space="preserve">2. </w:t>
      </w:r>
      <w:r>
        <w:rPr>
          <w:rFonts w:hint="eastAsia"/>
        </w:rPr>
        <w:t>校对：</w:t>
      </w:r>
    </w:p>
    <w:p w:rsidR="0029204C" w:rsidRDefault="0029204C" w:rsidP="007957AF">
      <w:r>
        <w:t xml:space="preserve">  </w:t>
      </w:r>
      <w:r w:rsidRPr="007957AF">
        <w:rPr>
          <w:rFonts w:hint="eastAsia"/>
        </w:rPr>
        <w:t>①</w:t>
      </w:r>
      <w:r>
        <w:rPr>
          <w:rFonts w:hint="eastAsia"/>
        </w:rPr>
        <w:t>具有良好的</w:t>
      </w:r>
      <w:r w:rsidRPr="007957AF">
        <w:rPr>
          <w:rFonts w:hint="eastAsia"/>
        </w:rPr>
        <w:t>英语</w:t>
      </w:r>
      <w:r w:rsidRPr="007957AF">
        <w:t>/</w:t>
      </w:r>
      <w:r w:rsidRPr="007957AF">
        <w:rPr>
          <w:rFonts w:hint="eastAsia"/>
        </w:rPr>
        <w:t>韩语</w:t>
      </w:r>
      <w:r w:rsidRPr="007957AF">
        <w:t>/</w:t>
      </w:r>
      <w:r w:rsidRPr="007957AF">
        <w:rPr>
          <w:rFonts w:hint="eastAsia"/>
        </w:rPr>
        <w:t>德语</w:t>
      </w:r>
      <w:r w:rsidRPr="007957AF">
        <w:t>/</w:t>
      </w:r>
      <w:r w:rsidRPr="007957AF">
        <w:rPr>
          <w:rFonts w:hint="eastAsia"/>
        </w:rPr>
        <w:t>日语</w:t>
      </w:r>
      <w:r w:rsidRPr="007957AF">
        <w:t>/</w:t>
      </w:r>
      <w:r w:rsidRPr="007957AF">
        <w:rPr>
          <w:rFonts w:hint="eastAsia"/>
        </w:rPr>
        <w:t>法语及中文能力</w:t>
      </w:r>
      <w:r>
        <w:rPr>
          <w:rFonts w:hint="eastAsia"/>
        </w:rPr>
        <w:t>（中文能力更为重要），细心，</w:t>
      </w:r>
      <w:r w:rsidRPr="007957AF">
        <w:rPr>
          <w:rFonts w:hint="eastAsia"/>
        </w:rPr>
        <w:t>能保质保量地按时完成</w:t>
      </w:r>
      <w:r>
        <w:rPr>
          <w:rFonts w:hint="eastAsia"/>
        </w:rPr>
        <w:t>字幕校对。</w:t>
      </w:r>
    </w:p>
    <w:p w:rsidR="0029204C" w:rsidRDefault="0029204C" w:rsidP="007957AF">
      <w:r>
        <w:t xml:space="preserve">  </w:t>
      </w:r>
      <w:r w:rsidRPr="007957AF">
        <w:rPr>
          <w:rFonts w:hint="eastAsia"/>
        </w:rPr>
        <w:t>②具备相对固定的空余时间，能长期保证参与</w:t>
      </w:r>
      <w:r>
        <w:rPr>
          <w:rFonts w:hint="eastAsia"/>
        </w:rPr>
        <w:t>校对。</w:t>
      </w:r>
    </w:p>
    <w:p w:rsidR="0029204C" w:rsidRDefault="0029204C" w:rsidP="007957AF">
      <w:r>
        <w:t xml:space="preserve">3. </w:t>
      </w:r>
      <w:r>
        <w:rPr>
          <w:rFonts w:hint="eastAsia"/>
        </w:rPr>
        <w:t>时间轴：</w:t>
      </w:r>
    </w:p>
    <w:p w:rsidR="0029204C" w:rsidRDefault="0029204C" w:rsidP="007957AF">
      <w:r>
        <w:t xml:space="preserve">  </w:t>
      </w:r>
      <w:r w:rsidRPr="005472E5">
        <w:rPr>
          <w:rFonts w:hint="eastAsia"/>
        </w:rPr>
        <w:t>①</w:t>
      </w:r>
      <w:r>
        <w:rPr>
          <w:rFonts w:hint="eastAsia"/>
        </w:rPr>
        <w:t>对时间轴有所了解，能熟练掌握</w:t>
      </w:r>
      <w:r>
        <w:t>Aegisub</w:t>
      </w:r>
      <w:r>
        <w:rPr>
          <w:rFonts w:hint="eastAsia"/>
        </w:rPr>
        <w:t>，并且有相应时轴语种基础</w:t>
      </w:r>
    </w:p>
    <w:p w:rsidR="0029204C" w:rsidRDefault="0029204C" w:rsidP="007957AF">
      <w:r>
        <w:t xml:space="preserve">  </w:t>
      </w:r>
      <w:r w:rsidRPr="005472E5">
        <w:rPr>
          <w:rFonts w:hint="eastAsia"/>
        </w:rPr>
        <w:t>②具备相对固定的空余时间，能长期保证参与</w:t>
      </w:r>
      <w:r>
        <w:rPr>
          <w:rFonts w:hint="eastAsia"/>
        </w:rPr>
        <w:t>时间轴制作。</w:t>
      </w:r>
    </w:p>
    <w:p w:rsidR="0029204C" w:rsidRDefault="0029204C" w:rsidP="007957AF">
      <w:r>
        <w:t xml:space="preserve">4. </w:t>
      </w:r>
      <w:r>
        <w:rPr>
          <w:rFonts w:hint="eastAsia"/>
        </w:rPr>
        <w:t>特效</w:t>
      </w:r>
      <w:r>
        <w:t>&amp;</w:t>
      </w:r>
      <w:r>
        <w:rPr>
          <w:rFonts w:hint="eastAsia"/>
        </w:rPr>
        <w:t>后期：</w:t>
      </w:r>
    </w:p>
    <w:p w:rsidR="0029204C" w:rsidRDefault="0029204C" w:rsidP="007957AF">
      <w:r>
        <w:t xml:space="preserve">  </w:t>
      </w:r>
      <w:r w:rsidRPr="005472E5">
        <w:rPr>
          <w:rFonts w:hint="eastAsia"/>
        </w:rPr>
        <w:t>①</w:t>
      </w:r>
      <w:r>
        <w:rPr>
          <w:rFonts w:hint="eastAsia"/>
        </w:rPr>
        <w:t>有过字幕特效及后期制作经历，能熟练掌握相关软件且者优先考虑</w:t>
      </w:r>
      <w:r w:rsidRPr="007957AF">
        <w:rPr>
          <w:rFonts w:hint="eastAsia"/>
        </w:rPr>
        <w:t>能长期保证参与</w:t>
      </w:r>
      <w:r>
        <w:rPr>
          <w:rFonts w:hint="eastAsia"/>
        </w:rPr>
        <w:t>特效及后期制作者，优先考虑。</w:t>
      </w:r>
    </w:p>
    <w:p w:rsidR="0029204C" w:rsidRDefault="0029204C" w:rsidP="007957AF">
      <w:r>
        <w:t xml:space="preserve">  </w:t>
      </w:r>
      <w:r w:rsidRPr="005472E5">
        <w:rPr>
          <w:rFonts w:hint="eastAsia"/>
        </w:rPr>
        <w:t>②</w:t>
      </w:r>
      <w:r>
        <w:rPr>
          <w:rFonts w:hint="eastAsia"/>
        </w:rPr>
        <w:t>对</w:t>
      </w:r>
      <w:r w:rsidRPr="005472E5">
        <w:rPr>
          <w:rFonts w:hint="eastAsia"/>
        </w:rPr>
        <w:t>字幕特效及后期制作</w:t>
      </w:r>
      <w:r>
        <w:rPr>
          <w:rFonts w:hint="eastAsia"/>
        </w:rPr>
        <w:t>感兴趣并愿意学习，</w:t>
      </w:r>
      <w:r w:rsidRPr="005472E5">
        <w:rPr>
          <w:rFonts w:hint="eastAsia"/>
        </w:rPr>
        <w:t>且能长期保证参与特效及后期制作者</w:t>
      </w:r>
      <w:r>
        <w:rPr>
          <w:rFonts w:hint="eastAsia"/>
        </w:rPr>
        <w:t>，亦可。</w:t>
      </w:r>
    </w:p>
    <w:p w:rsidR="0029204C" w:rsidRDefault="0029204C" w:rsidP="007957AF">
      <w:r>
        <w:t xml:space="preserve">5. </w:t>
      </w:r>
      <w:r>
        <w:rPr>
          <w:rFonts w:hint="eastAsia"/>
        </w:rPr>
        <w:t>压制：</w:t>
      </w:r>
      <w:r w:rsidRPr="00704F0D">
        <w:rPr>
          <w:rFonts w:hint="eastAsia"/>
        </w:rPr>
        <w:t>（暂时只招日语）</w:t>
      </w:r>
    </w:p>
    <w:p w:rsidR="0029204C" w:rsidRDefault="0029204C" w:rsidP="00704F0D">
      <w:pPr>
        <w:tabs>
          <w:tab w:val="left" w:pos="6152"/>
        </w:tabs>
      </w:pPr>
      <w:r>
        <w:t xml:space="preserve">  </w:t>
      </w:r>
      <w:r w:rsidRPr="00704F0D">
        <w:rPr>
          <w:rFonts w:hint="eastAsia"/>
        </w:rPr>
        <w:t>①</w:t>
      </w:r>
      <w:r>
        <w:rPr>
          <w:rFonts w:hint="eastAsia"/>
        </w:rPr>
        <w:t>拥有百兆网络，</w:t>
      </w:r>
      <w:r w:rsidRPr="00704F0D">
        <w:rPr>
          <w:rFonts w:hint="eastAsia"/>
        </w:rPr>
        <w:t>电脑配置较佳</w:t>
      </w:r>
      <w:r>
        <w:rPr>
          <w:rFonts w:hint="eastAsia"/>
        </w:rPr>
        <w:t>、上传速度快并能</w:t>
      </w:r>
      <w:r w:rsidRPr="00704F0D">
        <w:rPr>
          <w:rFonts w:hint="eastAsia"/>
        </w:rPr>
        <w:t>长期保证参与</w:t>
      </w:r>
      <w:r>
        <w:rPr>
          <w:rFonts w:hint="eastAsia"/>
        </w:rPr>
        <w:t>压制工作者</w:t>
      </w:r>
    </w:p>
    <w:p w:rsidR="0029204C" w:rsidRDefault="0029204C" w:rsidP="00704F0D">
      <w:pPr>
        <w:tabs>
          <w:tab w:val="left" w:pos="6152"/>
        </w:tabs>
      </w:pPr>
      <w:r>
        <w:t xml:space="preserve">  </w:t>
      </w:r>
      <w:r w:rsidRPr="00704F0D">
        <w:rPr>
          <w:rFonts w:hint="eastAsia"/>
        </w:rPr>
        <w:t>②</w:t>
      </w:r>
      <w:r>
        <w:rPr>
          <w:rFonts w:hint="eastAsia"/>
        </w:rPr>
        <w:t>有压制经验者优先。如有满足条件</w:t>
      </w:r>
      <w:r w:rsidRPr="00704F0D">
        <w:rPr>
          <w:rFonts w:hint="eastAsia"/>
        </w:rPr>
        <w:t>①</w:t>
      </w:r>
      <w:r>
        <w:rPr>
          <w:rFonts w:hint="eastAsia"/>
        </w:rPr>
        <w:t>且对压制工作感兴趣者，亦可。</w:t>
      </w:r>
    </w:p>
    <w:p w:rsidR="0029204C" w:rsidRDefault="0029204C" w:rsidP="00704F0D">
      <w:pPr>
        <w:tabs>
          <w:tab w:val="left" w:pos="6152"/>
        </w:tabs>
      </w:pPr>
      <w:r>
        <w:t xml:space="preserve">6. </w:t>
      </w:r>
      <w:r>
        <w:rPr>
          <w:rFonts w:hint="eastAsia"/>
        </w:rPr>
        <w:t>字幕录制：（英语字幕）</w:t>
      </w:r>
    </w:p>
    <w:p w:rsidR="0029204C" w:rsidRDefault="0029204C" w:rsidP="00704F0D">
      <w:pPr>
        <w:tabs>
          <w:tab w:val="left" w:pos="6152"/>
        </w:tabs>
      </w:pPr>
      <w:r>
        <w:t xml:space="preserve">  </w:t>
      </w:r>
      <w:r w:rsidRPr="00704F0D">
        <w:rPr>
          <w:rFonts w:hint="eastAsia"/>
        </w:rPr>
        <w:t>①在美国、加拿大的小伙伴</w:t>
      </w:r>
    </w:p>
    <w:p w:rsidR="0029204C" w:rsidRDefault="0029204C" w:rsidP="00704F0D">
      <w:pPr>
        <w:tabs>
          <w:tab w:val="left" w:pos="6152"/>
        </w:tabs>
      </w:pPr>
      <w:r>
        <w:t xml:space="preserve">  </w:t>
      </w:r>
      <w:r w:rsidRPr="00704F0D">
        <w:rPr>
          <w:rFonts w:hint="eastAsia"/>
        </w:rPr>
        <w:t>②</w:t>
      </w:r>
      <w:r>
        <w:rPr>
          <w:rFonts w:hint="eastAsia"/>
        </w:rPr>
        <w:t>有电视线（能收到常见的电视台如</w:t>
      </w:r>
      <w:r>
        <w:t>ABC,NBC,CBS</w:t>
      </w:r>
      <w:r>
        <w:rPr>
          <w:rFonts w:hint="eastAsia"/>
        </w:rPr>
        <w:t>等）</w:t>
      </w:r>
    </w:p>
    <w:p w:rsidR="0029204C" w:rsidRPr="00704F0D" w:rsidRDefault="0029204C" w:rsidP="00704F0D">
      <w:pPr>
        <w:tabs>
          <w:tab w:val="left" w:pos="6152"/>
        </w:tabs>
      </w:pPr>
      <w:r>
        <w:t xml:space="preserve">  </w:t>
      </w:r>
      <w:r>
        <w:rPr>
          <w:rFonts w:hint="eastAsia"/>
        </w:rPr>
        <w:t>（有意者可就具体操作流程私信联系微博</w:t>
      </w:r>
      <w:r>
        <w:t>@FIX</w:t>
      </w:r>
      <w:r>
        <w:rPr>
          <w:rFonts w:hint="eastAsia"/>
        </w:rPr>
        <w:t>字幕侠）</w:t>
      </w:r>
    </w:p>
    <w:p w:rsidR="0029204C" w:rsidRDefault="0029204C" w:rsidP="00704F0D">
      <w:pPr>
        <w:tabs>
          <w:tab w:val="left" w:pos="6152"/>
        </w:tabs>
      </w:pPr>
      <w:r>
        <w:t xml:space="preserve">7. </w:t>
      </w:r>
      <w:r>
        <w:rPr>
          <w:rFonts w:hint="eastAsia"/>
        </w:rPr>
        <w:t>日剧片源：</w:t>
      </w:r>
    </w:p>
    <w:p w:rsidR="0029204C" w:rsidRDefault="0029204C" w:rsidP="00704F0D">
      <w:pPr>
        <w:tabs>
          <w:tab w:val="left" w:pos="6152"/>
        </w:tabs>
      </w:pPr>
      <w:r>
        <w:t xml:space="preserve">  </w:t>
      </w:r>
      <w:r w:rsidRPr="00100132">
        <w:rPr>
          <w:rFonts w:hint="eastAsia"/>
        </w:rPr>
        <w:t>在日本或有设备可以录制日剧</w:t>
      </w:r>
      <w:r w:rsidRPr="00100132">
        <w:t>ts</w:t>
      </w:r>
      <w:r>
        <w:rPr>
          <w:rFonts w:hint="eastAsia"/>
        </w:rPr>
        <w:t>档的小伙伴</w:t>
      </w:r>
      <w:r w:rsidRPr="00100132">
        <w:rPr>
          <w:rFonts w:hint="eastAsia"/>
        </w:rPr>
        <w:t>，需要较好的网络条件。</w:t>
      </w:r>
    </w:p>
    <w:p w:rsidR="0029204C" w:rsidRDefault="0029204C" w:rsidP="00704F0D">
      <w:pPr>
        <w:tabs>
          <w:tab w:val="left" w:pos="6152"/>
        </w:tabs>
      </w:pPr>
      <w:r>
        <w:t xml:space="preserve">8. </w:t>
      </w:r>
      <w:r>
        <w:rPr>
          <w:rFonts w:hint="eastAsia"/>
        </w:rPr>
        <w:t>日影片源：</w:t>
      </w:r>
    </w:p>
    <w:p w:rsidR="0029204C" w:rsidRPr="00704F0D" w:rsidRDefault="0029204C" w:rsidP="00704F0D">
      <w:pPr>
        <w:tabs>
          <w:tab w:val="left" w:pos="6152"/>
        </w:tabs>
      </w:pPr>
      <w:r>
        <w:t xml:space="preserve">  </w:t>
      </w:r>
      <w:r w:rsidRPr="00100132">
        <w:rPr>
          <w:rFonts w:hint="eastAsia"/>
        </w:rPr>
        <w:t>可提供日影高清片源请联系微博</w:t>
      </w:r>
      <w:r w:rsidRPr="00100132">
        <w:t>@FIX</w:t>
      </w:r>
      <w:r w:rsidRPr="00100132">
        <w:rPr>
          <w:rFonts w:hint="eastAsia"/>
        </w:rPr>
        <w:t>字幕侠</w:t>
      </w:r>
    </w:p>
    <w:p w:rsidR="0029204C" w:rsidRDefault="0029204C" w:rsidP="007957AF"/>
    <w:p w:rsidR="0029204C" w:rsidRDefault="0029204C" w:rsidP="007957AF"/>
    <w:p w:rsidR="0029204C" w:rsidRDefault="0029204C" w:rsidP="007957AF"/>
    <w:p w:rsidR="0029204C" w:rsidRDefault="0029204C" w:rsidP="007957AF">
      <w:r>
        <w:rPr>
          <w:rFonts w:hint="eastAsia"/>
        </w:rPr>
        <w:t>有意者请加入我们的测试群：</w:t>
      </w:r>
    </w:p>
    <w:p w:rsidR="0029204C" w:rsidRDefault="0029204C" w:rsidP="007957AF">
      <w:r>
        <w:rPr>
          <w:rFonts w:hint="eastAsia"/>
        </w:rPr>
        <w:t>英美社及德语社测试群：</w:t>
      </w:r>
      <w:r>
        <w:t>124482613</w:t>
      </w:r>
    </w:p>
    <w:p w:rsidR="0029204C" w:rsidRDefault="0029204C" w:rsidP="007957AF">
      <w:r>
        <w:rPr>
          <w:rFonts w:hint="eastAsia"/>
        </w:rPr>
        <w:t>韩影社测试群：</w:t>
      </w:r>
      <w:r w:rsidRPr="00341865">
        <w:t>11040625</w:t>
      </w:r>
    </w:p>
    <w:p w:rsidR="0029204C" w:rsidRDefault="0029204C" w:rsidP="007957AF">
      <w:r>
        <w:rPr>
          <w:rFonts w:hint="eastAsia"/>
        </w:rPr>
        <w:t>日语社测试群：</w:t>
      </w:r>
      <w:r w:rsidRPr="00341865">
        <w:t>331382432</w:t>
      </w:r>
    </w:p>
    <w:p w:rsidR="0029204C" w:rsidRDefault="0029204C" w:rsidP="007957AF">
      <w:r>
        <w:rPr>
          <w:rFonts w:hint="eastAsia"/>
        </w:rPr>
        <w:t>法语社测试群：</w:t>
      </w:r>
      <w:r w:rsidRPr="00341865">
        <w:t>518655769</w:t>
      </w:r>
    </w:p>
    <w:p w:rsidR="0029204C" w:rsidRDefault="0029204C" w:rsidP="007957AF">
      <w:r>
        <w:rPr>
          <w:rFonts w:hint="eastAsia"/>
        </w:rPr>
        <w:t>在通过了相应的测试及考核</w:t>
      </w:r>
      <w:bookmarkStart w:id="0" w:name="_GoBack"/>
      <w:bookmarkEnd w:id="0"/>
      <w:r>
        <w:rPr>
          <w:rFonts w:hint="eastAsia"/>
        </w:rPr>
        <w:t>之后，即可正式成为</w:t>
      </w:r>
      <w:r>
        <w:t>FIX</w:t>
      </w:r>
      <w:r>
        <w:rPr>
          <w:rFonts w:hint="eastAsia"/>
        </w:rPr>
        <w:t>字幕侠的一员啦！</w:t>
      </w:r>
    </w:p>
    <w:p w:rsidR="0029204C" w:rsidRPr="00D64DE2" w:rsidRDefault="0029204C" w:rsidP="007957AF"/>
    <w:p w:rsidR="0029204C" w:rsidRPr="00D64DE2" w:rsidRDefault="0029204C" w:rsidP="007957AF">
      <w:r>
        <w:rPr>
          <w:rFonts w:hint="eastAsia"/>
        </w:rPr>
        <w:t>此外，</w:t>
      </w:r>
      <w:r w:rsidRPr="00D64DE2">
        <w:rPr>
          <w:rFonts w:hint="eastAsia"/>
        </w:rPr>
        <w:t>我们的作品将第一时间在我们的主站：</w:t>
      </w:r>
      <w:r w:rsidRPr="00D64DE2">
        <w:t>www.fixsub.com</w:t>
      </w:r>
      <w:r w:rsidRPr="00D64DE2">
        <w:rPr>
          <w:rFonts w:hint="eastAsia"/>
        </w:rPr>
        <w:t>上进行发布，同时也会在我们的公众微信号：</w:t>
      </w:r>
      <w:r w:rsidRPr="00D64DE2">
        <w:t>FIX</w:t>
      </w:r>
      <w:r w:rsidRPr="00D64DE2">
        <w:rPr>
          <w:rFonts w:hint="eastAsia"/>
        </w:rPr>
        <w:t>美剧侠</w:t>
      </w:r>
      <w:r w:rsidRPr="00D64DE2">
        <w:t xml:space="preserve"> </w:t>
      </w:r>
      <w:r w:rsidRPr="00D64DE2">
        <w:rPr>
          <w:rFonts w:hint="eastAsia"/>
        </w:rPr>
        <w:t>进行推送</w:t>
      </w:r>
      <w:r>
        <w:rPr>
          <w:rFonts w:hint="eastAsia"/>
        </w:rPr>
        <w:t>。同时也欢迎到我们的论坛：</w:t>
      </w:r>
      <w:hyperlink r:id="rId5" w:history="1">
        <w:r w:rsidRPr="003B4697">
          <w:rPr>
            <w:rStyle w:val="Hyperlink"/>
          </w:rPr>
          <w:t>www.fixsub.net</w:t>
        </w:r>
      </w:hyperlink>
      <w:r>
        <w:t xml:space="preserve"> </w:t>
      </w:r>
      <w:r w:rsidRPr="000000C9">
        <w:rPr>
          <w:rFonts w:hint="eastAsia"/>
        </w:rPr>
        <w:t>，以及我们的粉丝群：</w:t>
      </w:r>
      <w:r w:rsidRPr="000000C9">
        <w:t>261705666</w:t>
      </w:r>
      <w:r>
        <w:rPr>
          <w:rFonts w:hint="eastAsia"/>
        </w:rPr>
        <w:t>，与众多的影视爱好者讨论。欢迎大家关注</w:t>
      </w:r>
      <w:r>
        <w:t>~~~</w:t>
      </w:r>
    </w:p>
    <w:sectPr w:rsidR="0029204C" w:rsidRPr="00D64DE2" w:rsidSect="00ED2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25A6"/>
    <w:multiLevelType w:val="hybridMultilevel"/>
    <w:tmpl w:val="3CDAE816"/>
    <w:lvl w:ilvl="0" w:tplc="287A1B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6B47B77"/>
    <w:multiLevelType w:val="hybridMultilevel"/>
    <w:tmpl w:val="2D20880E"/>
    <w:lvl w:ilvl="0" w:tplc="7BC01A24">
      <w:start w:val="1"/>
      <w:numFmt w:val="decimalEnclosedParen"/>
      <w:lvlText w:val="%1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606E297F"/>
    <w:multiLevelType w:val="hybridMultilevel"/>
    <w:tmpl w:val="E92CE1AC"/>
    <w:lvl w:ilvl="0" w:tplc="83548FD2">
      <w:start w:val="2"/>
      <w:numFmt w:val="decimalEnclosedCircle"/>
      <w:lvlText w:val="%1"/>
      <w:lvlJc w:val="left"/>
      <w:pPr>
        <w:ind w:firstLine="21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  <w:rPr>
        <w:rFonts w:cs="Times New Roman"/>
      </w:rPr>
    </w:lvl>
  </w:abstractNum>
  <w:abstractNum w:abstractNumId="3">
    <w:nsid w:val="64BB1EFD"/>
    <w:multiLevelType w:val="hybridMultilevel"/>
    <w:tmpl w:val="63FE83E8"/>
    <w:lvl w:ilvl="0" w:tplc="46F44A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7A500ED8"/>
    <w:multiLevelType w:val="hybridMultilevel"/>
    <w:tmpl w:val="E0F4A1EC"/>
    <w:lvl w:ilvl="0" w:tplc="ADBC8976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0C5"/>
    <w:rsid w:val="000000C9"/>
    <w:rsid w:val="000444F1"/>
    <w:rsid w:val="00100132"/>
    <w:rsid w:val="00141317"/>
    <w:rsid w:val="0029204C"/>
    <w:rsid w:val="00341865"/>
    <w:rsid w:val="003B4697"/>
    <w:rsid w:val="003D1FA9"/>
    <w:rsid w:val="003D66A5"/>
    <w:rsid w:val="004538B6"/>
    <w:rsid w:val="005472E5"/>
    <w:rsid w:val="00704F0D"/>
    <w:rsid w:val="007957AF"/>
    <w:rsid w:val="007D49E7"/>
    <w:rsid w:val="009C13EF"/>
    <w:rsid w:val="00B820C5"/>
    <w:rsid w:val="00BB17A1"/>
    <w:rsid w:val="00C715BB"/>
    <w:rsid w:val="00C80626"/>
    <w:rsid w:val="00D64DE2"/>
    <w:rsid w:val="00ED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B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D1FA9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C8062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xsub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2</Pages>
  <Words>195</Words>
  <Characters>1112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Pesus</dc:creator>
  <cp:keywords/>
  <dc:description/>
  <cp:lastModifiedBy>ASUS</cp:lastModifiedBy>
  <cp:revision>6</cp:revision>
  <dcterms:created xsi:type="dcterms:W3CDTF">2016-02-22T05:48:00Z</dcterms:created>
  <dcterms:modified xsi:type="dcterms:W3CDTF">2016-04-13T22:20:00Z</dcterms:modified>
</cp:coreProperties>
</file>